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2A1" w:rsidRPr="006D0B6E" w:rsidRDefault="00A242A1" w:rsidP="00A242A1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>
        <w:rPr>
          <w:rFonts w:ascii="Arial" w:hAnsi="Arial" w:cs="Arial"/>
          <w:b/>
          <w:sz w:val="22"/>
        </w:rPr>
        <w:t>C</w:t>
      </w:r>
    </w:p>
    <w:p w:rsidR="00A242A1" w:rsidRPr="00086E1E" w:rsidRDefault="00A242A1" w:rsidP="00A242A1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FF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0C3CC1" w:rsidRPr="000C3CC1">
        <w:rPr>
          <w:rFonts w:ascii="Arial" w:hAnsi="Arial" w:cs="Arial"/>
          <w:b/>
          <w:bCs/>
          <w:color w:val="000000"/>
          <w:sz w:val="20"/>
          <w:szCs w:val="20"/>
        </w:rPr>
        <w:t>351-</w:t>
      </w:r>
      <w:bookmarkStart w:id="0" w:name="_GoBack"/>
      <w:bookmarkEnd w:id="0"/>
      <w:r w:rsidR="000C3CC1" w:rsidRPr="000C3CC1">
        <w:rPr>
          <w:rFonts w:ascii="Arial" w:hAnsi="Arial" w:cs="Arial"/>
          <w:b/>
          <w:bCs/>
          <w:color w:val="000000"/>
          <w:sz w:val="20"/>
          <w:szCs w:val="20"/>
        </w:rPr>
        <w:t>83/2026</w:t>
      </w:r>
    </w:p>
    <w:p w:rsidR="00A242A1" w:rsidRDefault="00A242A1" w:rsidP="00A242A1">
      <w:pPr>
        <w:rPr>
          <w:rFonts w:ascii="Arial" w:hAnsi="Arial" w:cs="Arial"/>
          <w:sz w:val="22"/>
        </w:rPr>
      </w:pPr>
    </w:p>
    <w:p w:rsidR="00A242A1" w:rsidRDefault="00A242A1" w:rsidP="00A242A1"/>
    <w:p w:rsidR="00A242A1" w:rsidRPr="000A778C" w:rsidRDefault="00A242A1" w:rsidP="00A242A1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A242A1" w:rsidRPr="00A6060D" w:rsidTr="00E225C9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242A1" w:rsidRPr="00A6060D" w:rsidRDefault="00A242A1" w:rsidP="00E225C9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A242A1" w:rsidRPr="00A6060D" w:rsidRDefault="00A242A1" w:rsidP="00E225C9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A242A1" w:rsidRPr="00A6060D" w:rsidRDefault="00A242A1" w:rsidP="00E225C9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A242A1" w:rsidRDefault="00A242A1" w:rsidP="00A242A1"/>
    <w:p w:rsidR="00A242A1" w:rsidRPr="00FD72B3" w:rsidRDefault="00A242A1" w:rsidP="00A242A1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A242A1" w:rsidRPr="00FD72B3" w:rsidTr="00E225C9">
        <w:trPr>
          <w:trHeight w:val="378"/>
        </w:trPr>
        <w:tc>
          <w:tcPr>
            <w:tcW w:w="2127" w:type="dxa"/>
          </w:tcPr>
          <w:p w:rsidR="00A242A1" w:rsidRPr="00FD72B3" w:rsidRDefault="00A242A1" w:rsidP="00E225C9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A242A1" w:rsidRPr="00614125" w:rsidRDefault="000E5C8F" w:rsidP="00E225C9">
            <w:pPr>
              <w:pStyle w:val="Glava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0E5C8F">
              <w:rPr>
                <w:rFonts w:ascii="Arial" w:hAnsi="Arial" w:cs="Arial"/>
                <w:sz w:val="22"/>
                <w:szCs w:val="22"/>
              </w:rPr>
              <w:t>ZDELAVA PZI DOKUMENTACIJE HODNIKA ZA PEŠCE V ŠENTRUPERTU</w:t>
            </w:r>
          </w:p>
          <w:p w:rsidR="00A242A1" w:rsidRPr="0006715B" w:rsidRDefault="00A242A1" w:rsidP="00E225C9">
            <w:pPr>
              <w:pStyle w:val="Glava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42A1" w:rsidRPr="00FD72B3" w:rsidTr="00E225C9">
        <w:trPr>
          <w:trHeight w:val="216"/>
        </w:trPr>
        <w:tc>
          <w:tcPr>
            <w:tcW w:w="2127" w:type="dxa"/>
          </w:tcPr>
          <w:p w:rsidR="00A242A1" w:rsidRPr="00FD72B3" w:rsidRDefault="00A242A1" w:rsidP="00E225C9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A242A1" w:rsidRPr="00FD72B3" w:rsidRDefault="00A242A1" w:rsidP="00E225C9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A242A1" w:rsidRPr="00FD72B3" w:rsidRDefault="00A242A1" w:rsidP="00A242A1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A242A1" w:rsidRPr="00FD72B3" w:rsidTr="00E225C9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242A1" w:rsidRPr="00AC1953" w:rsidRDefault="00A242A1" w:rsidP="00E225C9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2A1" w:rsidRPr="00FD72B3" w:rsidRDefault="00A242A1" w:rsidP="00E225C9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A242A1" w:rsidRPr="00FD72B3" w:rsidRDefault="00A242A1" w:rsidP="00E225C9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A242A1" w:rsidRPr="00FD72B3" w:rsidRDefault="00A242A1" w:rsidP="00A242A1">
      <w:pPr>
        <w:rPr>
          <w:rFonts w:ascii="Arial" w:hAnsi="Arial" w:cs="Arial"/>
        </w:rPr>
      </w:pPr>
    </w:p>
    <w:p w:rsidR="00A242A1" w:rsidRDefault="00A242A1" w:rsidP="00A242A1">
      <w:pPr>
        <w:pStyle w:val="Glava"/>
        <w:rPr>
          <w:rFonts w:ascii="Arial" w:hAnsi="Arial" w:cs="Arial"/>
        </w:rPr>
      </w:pPr>
    </w:p>
    <w:p w:rsidR="00A242A1" w:rsidRPr="00CE5224" w:rsidRDefault="00A242A1" w:rsidP="00A242A1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evidenčnega postopka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A242A1" w:rsidRDefault="00A242A1" w:rsidP="00A242A1">
      <w:pPr>
        <w:pStyle w:val="Glava"/>
        <w:rPr>
          <w:rFonts w:ascii="Arial" w:hAnsi="Arial" w:cs="Arial"/>
        </w:rPr>
      </w:pPr>
    </w:p>
    <w:p w:rsidR="00A242A1" w:rsidRPr="000A778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A242A1" w:rsidRDefault="00A242A1" w:rsidP="00A242A1">
      <w:pPr>
        <w:jc w:val="both"/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A242A1" w:rsidRPr="000A778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A242A1" w:rsidRPr="00FD72B3" w:rsidRDefault="00A242A1" w:rsidP="00A242A1">
      <w:pPr>
        <w:pStyle w:val="Glava"/>
        <w:rPr>
          <w:rFonts w:ascii="Arial" w:hAnsi="Arial" w:cs="Arial"/>
        </w:rPr>
      </w:pPr>
    </w:p>
    <w:p w:rsidR="00A242A1" w:rsidRPr="00FD72B3" w:rsidRDefault="00A242A1" w:rsidP="00A242A1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A242A1" w:rsidRPr="00A52AA4" w:rsidTr="00E225C9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A242A1" w:rsidRPr="00A52AA4" w:rsidTr="00E225C9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A242A1" w:rsidRPr="00A52AA4" w:rsidTr="00E225C9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p w:rsidR="00A242A1" w:rsidRDefault="00A242A1" w:rsidP="00A242A1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A242A1" w:rsidRPr="00277B31" w:rsidRDefault="00A242A1" w:rsidP="00A242A1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A242A1" w:rsidRPr="0081440C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A242A1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 w:rsidR="009B6235" w:rsidRPr="00341012">
        <w:rPr>
          <w:rFonts w:ascii="Arial" w:hAnsi="Arial" w:cs="Arial"/>
          <w:sz w:val="22"/>
          <w:szCs w:val="22"/>
        </w:rPr>
        <w:t>90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A242A1" w:rsidRPr="0081440C" w:rsidRDefault="00A242A1" w:rsidP="00A242A1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341012" w:rsidRPr="00341012">
        <w:rPr>
          <w:rFonts w:ascii="Arial" w:hAnsi="Arial" w:cs="Arial"/>
          <w:sz w:val="22"/>
          <w:szCs w:val="22"/>
        </w:rPr>
        <w:t>6 mesecev</w:t>
      </w:r>
      <w:r w:rsidRPr="005B705E">
        <w:rPr>
          <w:rFonts w:ascii="Arial" w:hAnsi="Arial" w:cs="Arial"/>
          <w:sz w:val="22"/>
          <w:szCs w:val="22"/>
        </w:rPr>
        <w:t xml:space="preserve"> </w:t>
      </w:r>
      <w:r w:rsidRPr="00911F41">
        <w:rPr>
          <w:rFonts w:ascii="Arial" w:hAnsi="Arial" w:cs="Arial"/>
          <w:sz w:val="22"/>
          <w:szCs w:val="22"/>
        </w:rPr>
        <w:t xml:space="preserve">od </w:t>
      </w:r>
      <w:r w:rsidR="00911F41" w:rsidRPr="00911F41">
        <w:rPr>
          <w:rFonts w:ascii="Arial" w:hAnsi="Arial" w:cs="Arial"/>
          <w:sz w:val="22"/>
          <w:szCs w:val="22"/>
        </w:rPr>
        <w:t>sklenitve pogodbe</w:t>
      </w:r>
      <w:r>
        <w:rPr>
          <w:rFonts w:ascii="Arial" w:hAnsi="Arial" w:cs="Arial"/>
          <w:sz w:val="22"/>
          <w:szCs w:val="22"/>
        </w:rPr>
        <w:t>.</w:t>
      </w:r>
    </w:p>
    <w:p w:rsidR="00A242A1" w:rsidRPr="0081440C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A242A1" w:rsidRDefault="00A242A1" w:rsidP="00A242A1">
      <w:pPr>
        <w:pStyle w:val="Glava"/>
        <w:tabs>
          <w:tab w:val="left" w:pos="12758"/>
        </w:tabs>
        <w:rPr>
          <w:rFonts w:ascii="Arial" w:hAnsi="Arial" w:cs="Arial"/>
        </w:rPr>
      </w:pP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Pr="00B928F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A242A1" w:rsidRDefault="00A242A1" w:rsidP="00A242A1">
      <w:pPr>
        <w:jc w:val="both"/>
      </w:pPr>
    </w:p>
    <w:p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A242A1" w:rsidRPr="00C66238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:rsidR="00A242A1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A242A1" w:rsidRPr="00C66238" w:rsidRDefault="00A242A1" w:rsidP="00A242A1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A242A1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A242A1" w:rsidRPr="00C66238" w:rsidRDefault="00A242A1" w:rsidP="00A242A1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A242A1" w:rsidRPr="00C66238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A242A1" w:rsidRPr="006F25E8" w:rsidRDefault="00A242A1" w:rsidP="00A242A1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A242A1" w:rsidRPr="00A6060D" w:rsidTr="00E225C9">
        <w:tc>
          <w:tcPr>
            <w:tcW w:w="974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242A1" w:rsidRPr="00A6060D" w:rsidTr="00E225C9">
        <w:tc>
          <w:tcPr>
            <w:tcW w:w="974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E20C14" w:rsidRPr="008040D6" w:rsidRDefault="00E20C14" w:rsidP="008B648D">
      <w:pPr>
        <w:jc w:val="both"/>
        <w:rPr>
          <w:rFonts w:ascii="Arial" w:hAnsi="Arial" w:cs="Arial"/>
          <w:sz w:val="22"/>
          <w:szCs w:val="22"/>
        </w:rPr>
      </w:pPr>
    </w:p>
    <w:sectPr w:rsidR="00E20C14" w:rsidRPr="008040D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049" w:rsidRDefault="00804049">
      <w:r>
        <w:separator/>
      </w:r>
    </w:p>
  </w:endnote>
  <w:endnote w:type="continuationSeparator" w:id="0">
    <w:p w:rsidR="00804049" w:rsidRDefault="0080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049" w:rsidRDefault="00804049">
      <w:r>
        <w:separator/>
      </w:r>
    </w:p>
  </w:footnote>
  <w:footnote w:type="continuationSeparator" w:id="0">
    <w:p w:rsidR="00804049" w:rsidRDefault="0080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2533D"/>
    <w:rsid w:val="00030CD1"/>
    <w:rsid w:val="000364F7"/>
    <w:rsid w:val="000632D0"/>
    <w:rsid w:val="00086E1E"/>
    <w:rsid w:val="000A2E1A"/>
    <w:rsid w:val="000B758D"/>
    <w:rsid w:val="000C3CC1"/>
    <w:rsid w:val="000D3054"/>
    <w:rsid w:val="000E1137"/>
    <w:rsid w:val="000E3A86"/>
    <w:rsid w:val="000E5C8F"/>
    <w:rsid w:val="000E7E50"/>
    <w:rsid w:val="000F215B"/>
    <w:rsid w:val="00115844"/>
    <w:rsid w:val="00115F1B"/>
    <w:rsid w:val="0012153B"/>
    <w:rsid w:val="00141108"/>
    <w:rsid w:val="0017081A"/>
    <w:rsid w:val="001733EE"/>
    <w:rsid w:val="00185CFA"/>
    <w:rsid w:val="00194AEB"/>
    <w:rsid w:val="001A06E8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21D69"/>
    <w:rsid w:val="00341012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3B7"/>
    <w:rsid w:val="003D59D4"/>
    <w:rsid w:val="003F207B"/>
    <w:rsid w:val="003F3794"/>
    <w:rsid w:val="00440E05"/>
    <w:rsid w:val="004414D1"/>
    <w:rsid w:val="004469EF"/>
    <w:rsid w:val="00447912"/>
    <w:rsid w:val="00454F80"/>
    <w:rsid w:val="00457AB1"/>
    <w:rsid w:val="00474593"/>
    <w:rsid w:val="00480588"/>
    <w:rsid w:val="004815BB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93E35"/>
    <w:rsid w:val="005A0E16"/>
    <w:rsid w:val="005B3B07"/>
    <w:rsid w:val="005B7148"/>
    <w:rsid w:val="005B7B0C"/>
    <w:rsid w:val="005D31EC"/>
    <w:rsid w:val="005D3976"/>
    <w:rsid w:val="005E30CD"/>
    <w:rsid w:val="005E7E03"/>
    <w:rsid w:val="00602C2C"/>
    <w:rsid w:val="0061200C"/>
    <w:rsid w:val="00614125"/>
    <w:rsid w:val="00620B06"/>
    <w:rsid w:val="0063369C"/>
    <w:rsid w:val="00637311"/>
    <w:rsid w:val="00642C1D"/>
    <w:rsid w:val="00647D6B"/>
    <w:rsid w:val="00650FC5"/>
    <w:rsid w:val="00654805"/>
    <w:rsid w:val="0066255C"/>
    <w:rsid w:val="00673A3B"/>
    <w:rsid w:val="00682D58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32C57"/>
    <w:rsid w:val="00732CEE"/>
    <w:rsid w:val="007421F1"/>
    <w:rsid w:val="00764FE7"/>
    <w:rsid w:val="007665D6"/>
    <w:rsid w:val="00774AFB"/>
    <w:rsid w:val="00780BCD"/>
    <w:rsid w:val="007900E0"/>
    <w:rsid w:val="007B0A6A"/>
    <w:rsid w:val="007B7476"/>
    <w:rsid w:val="007C1AF7"/>
    <w:rsid w:val="007C20B4"/>
    <w:rsid w:val="007D0246"/>
    <w:rsid w:val="007D2914"/>
    <w:rsid w:val="007D474E"/>
    <w:rsid w:val="007E4E6E"/>
    <w:rsid w:val="007F469D"/>
    <w:rsid w:val="007F553A"/>
    <w:rsid w:val="00804049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456"/>
    <w:rsid w:val="008A6C34"/>
    <w:rsid w:val="008B4F44"/>
    <w:rsid w:val="008B648D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11F41"/>
    <w:rsid w:val="0092008C"/>
    <w:rsid w:val="00921BDF"/>
    <w:rsid w:val="00922C2A"/>
    <w:rsid w:val="009347FE"/>
    <w:rsid w:val="00937AFF"/>
    <w:rsid w:val="00947CD6"/>
    <w:rsid w:val="00951101"/>
    <w:rsid w:val="009625B2"/>
    <w:rsid w:val="00963E3B"/>
    <w:rsid w:val="00964FD0"/>
    <w:rsid w:val="00971B66"/>
    <w:rsid w:val="009726DB"/>
    <w:rsid w:val="009735B9"/>
    <w:rsid w:val="00976C1E"/>
    <w:rsid w:val="00982604"/>
    <w:rsid w:val="009852BA"/>
    <w:rsid w:val="009A05EA"/>
    <w:rsid w:val="009A0D1A"/>
    <w:rsid w:val="009A6E64"/>
    <w:rsid w:val="009B2575"/>
    <w:rsid w:val="009B437D"/>
    <w:rsid w:val="009B6235"/>
    <w:rsid w:val="009C0D15"/>
    <w:rsid w:val="009D27DC"/>
    <w:rsid w:val="009D70B3"/>
    <w:rsid w:val="009E5C39"/>
    <w:rsid w:val="009E636C"/>
    <w:rsid w:val="009F0FF5"/>
    <w:rsid w:val="009F504E"/>
    <w:rsid w:val="009F69EC"/>
    <w:rsid w:val="00A10E56"/>
    <w:rsid w:val="00A17A30"/>
    <w:rsid w:val="00A242A1"/>
    <w:rsid w:val="00A267F2"/>
    <w:rsid w:val="00A27F1C"/>
    <w:rsid w:val="00A33746"/>
    <w:rsid w:val="00A40B58"/>
    <w:rsid w:val="00A4348D"/>
    <w:rsid w:val="00A5042A"/>
    <w:rsid w:val="00A52B41"/>
    <w:rsid w:val="00A63C4A"/>
    <w:rsid w:val="00A65890"/>
    <w:rsid w:val="00A858FF"/>
    <w:rsid w:val="00AA2697"/>
    <w:rsid w:val="00AA4A19"/>
    <w:rsid w:val="00AA6F91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B6CD6"/>
    <w:rsid w:val="00BD5569"/>
    <w:rsid w:val="00BE2556"/>
    <w:rsid w:val="00BF0232"/>
    <w:rsid w:val="00BF6071"/>
    <w:rsid w:val="00C0433F"/>
    <w:rsid w:val="00C06B42"/>
    <w:rsid w:val="00C24C71"/>
    <w:rsid w:val="00C2751E"/>
    <w:rsid w:val="00C428B8"/>
    <w:rsid w:val="00C713BD"/>
    <w:rsid w:val="00C77EE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8754D"/>
    <w:rsid w:val="00D91765"/>
    <w:rsid w:val="00D9490C"/>
    <w:rsid w:val="00DA3ECF"/>
    <w:rsid w:val="00DB6D03"/>
    <w:rsid w:val="00DD74B2"/>
    <w:rsid w:val="00DE4EFA"/>
    <w:rsid w:val="00DE50BC"/>
    <w:rsid w:val="00DF122E"/>
    <w:rsid w:val="00DF2CC3"/>
    <w:rsid w:val="00DF46A8"/>
    <w:rsid w:val="00E00722"/>
    <w:rsid w:val="00E047F7"/>
    <w:rsid w:val="00E04E2A"/>
    <w:rsid w:val="00E100F9"/>
    <w:rsid w:val="00E13091"/>
    <w:rsid w:val="00E20C14"/>
    <w:rsid w:val="00E41D3F"/>
    <w:rsid w:val="00E5076E"/>
    <w:rsid w:val="00E54B66"/>
    <w:rsid w:val="00E6032D"/>
    <w:rsid w:val="00E718E1"/>
    <w:rsid w:val="00E770A7"/>
    <w:rsid w:val="00E81932"/>
    <w:rsid w:val="00E83939"/>
    <w:rsid w:val="00E858FA"/>
    <w:rsid w:val="00E920D3"/>
    <w:rsid w:val="00EA0E70"/>
    <w:rsid w:val="00EA5C7A"/>
    <w:rsid w:val="00EA6FC6"/>
    <w:rsid w:val="00EA72A3"/>
    <w:rsid w:val="00EC544D"/>
    <w:rsid w:val="00ED435A"/>
    <w:rsid w:val="00ED7BAA"/>
    <w:rsid w:val="00EE21A4"/>
    <w:rsid w:val="00EE252D"/>
    <w:rsid w:val="00EE7811"/>
    <w:rsid w:val="00EF577E"/>
    <w:rsid w:val="00F0121E"/>
    <w:rsid w:val="00F131F2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45D5"/>
    <w:rsid w:val="00F97349"/>
    <w:rsid w:val="00FA4E11"/>
    <w:rsid w:val="00FA7328"/>
    <w:rsid w:val="00FB0583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07FA248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242A1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A242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A242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character" w:customStyle="1" w:styleId="Naslov2Znak">
    <w:name w:val="Naslov 2 Znak"/>
    <w:basedOn w:val="Privzetapisavaodstavka"/>
    <w:link w:val="Naslov2"/>
    <w:rsid w:val="00A242A1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A242A1"/>
    <w:rPr>
      <w:rFonts w:ascii="Arial" w:hAnsi="Arial" w:cs="Arial"/>
      <w:b/>
      <w:bCs/>
      <w:sz w:val="26"/>
      <w:szCs w:val="26"/>
    </w:rPr>
  </w:style>
  <w:style w:type="paragraph" w:styleId="Telobesedila2">
    <w:name w:val="Body Text 2"/>
    <w:basedOn w:val="Navaden"/>
    <w:link w:val="Telobesedila2Znak"/>
    <w:rsid w:val="00A242A1"/>
    <w:pPr>
      <w:ind w:right="-427"/>
    </w:pPr>
  </w:style>
  <w:style w:type="character" w:customStyle="1" w:styleId="Telobesedila2Znak">
    <w:name w:val="Telo besedila 2 Znak"/>
    <w:basedOn w:val="Privzetapisavaodstavka"/>
    <w:link w:val="Telobesedila2"/>
    <w:rsid w:val="00A242A1"/>
    <w:rPr>
      <w:sz w:val="24"/>
      <w:szCs w:val="24"/>
    </w:rPr>
  </w:style>
  <w:style w:type="character" w:customStyle="1" w:styleId="GlavaZnak">
    <w:name w:val="Glava Znak"/>
    <w:link w:val="Glava"/>
    <w:rsid w:val="00A242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20F5-A389-435F-9BCE-3EEF5F53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27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1476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praksa@obcina.lasko.org</cp:lastModifiedBy>
  <cp:revision>75</cp:revision>
  <cp:lastPrinted>2025-12-10T09:05:00Z</cp:lastPrinted>
  <dcterms:created xsi:type="dcterms:W3CDTF">2026-02-04T07:15:00Z</dcterms:created>
  <dcterms:modified xsi:type="dcterms:W3CDTF">2026-02-04T10:11:00Z</dcterms:modified>
</cp:coreProperties>
</file>